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41861B4B" w:rsidR="00F1480E" w:rsidRPr="00923720" w:rsidRDefault="00ED07E5" w:rsidP="00561D95">
            <w:pPr>
              <w:pStyle w:val="SIQUALCODE"/>
            </w:pPr>
            <w:r w:rsidRPr="00091159">
              <w:t>RGR40</w:t>
            </w:r>
            <w:r w:rsidR="00561D95">
              <w:t>4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7D7CBB78" w:rsidR="00F1480E" w:rsidRPr="00923720" w:rsidRDefault="00ED07E5" w:rsidP="00561D95">
            <w:pPr>
              <w:pStyle w:val="SIQUALtitle"/>
            </w:pPr>
            <w:r w:rsidRPr="00EC36FA">
              <w:t>Certificate IV in Racing (</w:t>
            </w:r>
            <w:r w:rsidR="00561D95">
              <w:t>Greyhound</w:t>
            </w:r>
            <w:r w:rsidRPr="00EC36FA">
              <w:t xml:space="preserve">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51C6885F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</w:t>
            </w:r>
            <w:r w:rsidR="00561D95">
              <w:t>greyhounds</w:t>
            </w:r>
            <w:r w:rsidRPr="00091159">
              <w:t xml:space="preserve"> under racing industry regulated licensing criteria for the purpose of competing in industry-regulated events</w:t>
            </w:r>
            <w:r w:rsidR="000643AE">
              <w:t xml:space="preserve"> in the </w:t>
            </w:r>
            <w:r w:rsidR="00561D95">
              <w:t>greyhound</w:t>
            </w:r>
            <w:r w:rsidR="000643AE">
              <w:t xml:space="preserve"> racing code</w:t>
            </w:r>
            <w:r w:rsidRPr="00091159">
              <w:t>.</w:t>
            </w:r>
          </w:p>
          <w:p w14:paraId="611EDC59" w14:textId="486A883E" w:rsidR="00ED07E5" w:rsidRDefault="00ED07E5" w:rsidP="00ED07E5">
            <w:pPr>
              <w:pStyle w:val="SIText"/>
            </w:pPr>
          </w:p>
          <w:p w14:paraId="4CE2CB10" w14:textId="027F5E21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 w:rsidR="00561D95">
              <w:t>greyhounds</w:t>
            </w:r>
            <w:r>
              <w:t xml:space="preserve">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450D831D" w14:textId="7634D2CE" w:rsidR="00A772D9" w:rsidRPr="00856837" w:rsidRDefault="00561D95" w:rsidP="00C10FB7">
            <w:pPr>
              <w:pStyle w:val="SIText"/>
              <w:rPr>
                <w:color w:val="000000" w:themeColor="text1"/>
              </w:rPr>
            </w:pPr>
            <w:r w:rsidRPr="00E05313">
              <w:t>Licensing, legislative, regulatory or certification requirements may apply to this qualification. Refer to your</w:t>
            </w:r>
            <w:r>
              <w:t xml:space="preserve"> </w:t>
            </w:r>
            <w:r w:rsidRPr="00E05313">
              <w:t>state or territory Controlling Body or Principal Racing Authority for current licence or registration</w:t>
            </w:r>
            <w:r>
              <w:t xml:space="preserve"> </w:t>
            </w:r>
            <w:r w:rsidRPr="00E05313">
              <w:t>requirements.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61207ED7" w:rsidR="00ED07E5" w:rsidRPr="000643AE" w:rsidRDefault="000643AE" w:rsidP="00954C89">
            <w:pPr>
              <w:pStyle w:val="SIBulletList1"/>
            </w:pPr>
            <w:proofErr w:type="gramStart"/>
            <w:r w:rsidRPr="000643AE">
              <w:t>skills</w:t>
            </w:r>
            <w:proofErr w:type="gramEnd"/>
            <w:r w:rsidRPr="000643AE">
              <w:t xml:space="preserve"> and knowledge commensurate with </w:t>
            </w:r>
            <w:r w:rsidR="00852285">
              <w:t>RGR20117</w:t>
            </w:r>
            <w:r w:rsidR="00561D95" w:rsidRPr="00E05313">
              <w:t xml:space="preserve"> Certificate II in Racing (</w:t>
            </w:r>
            <w:r w:rsidR="00852285">
              <w:t>Greyhound</w:t>
            </w:r>
            <w:r w:rsidR="00561D95" w:rsidRPr="00E05313">
              <w:t>)</w:t>
            </w:r>
            <w:r w:rsidR="00561D95">
              <w:t xml:space="preserve"> </w:t>
            </w:r>
            <w:r>
              <w:t xml:space="preserve">demonstrating </w:t>
            </w:r>
            <w:r w:rsidRPr="000643AE">
              <w:t xml:space="preserve">industry-relevant experience in the care, welfare and management of </w:t>
            </w:r>
            <w:r w:rsidR="00561D95">
              <w:t>greyhounds</w:t>
            </w:r>
            <w:r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5FFBFDDE" w:rsidR="001F28F9" w:rsidRDefault="000643AE" w:rsidP="001F28F9">
            <w:pPr>
              <w:pStyle w:val="SIBulletList1"/>
            </w:pPr>
            <w:r>
              <w:t>1</w:t>
            </w:r>
            <w:r w:rsidR="00561D95">
              <w:t>5</w:t>
            </w:r>
            <w:r w:rsidR="001F28F9">
              <w:t xml:space="preserve"> units of competency:</w:t>
            </w:r>
          </w:p>
          <w:p w14:paraId="20A0E7CF" w14:textId="36AEEE20" w:rsidR="001F28F9" w:rsidRPr="000C490A" w:rsidRDefault="00FE3996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852285">
              <w:t>1</w:t>
            </w:r>
            <w:r w:rsidR="001F28F9" w:rsidRPr="000C490A">
              <w:t xml:space="preserve"> core units plus</w:t>
            </w:r>
          </w:p>
          <w:p w14:paraId="57E9B462" w14:textId="6FF20A4E" w:rsidR="001F28F9" w:rsidRDefault="00852285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4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776C5F3D" w:rsidR="000643AE" w:rsidRDefault="002F2A92" w:rsidP="000643AE">
            <w:pPr>
              <w:pStyle w:val="SIBulletList1"/>
            </w:pPr>
            <w:r>
              <w:t>5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Default="005B119D" w:rsidP="00856837">
            <w:pPr>
              <w:pStyle w:val="SITextHeading2"/>
            </w:pPr>
            <w:r w:rsidRPr="00856837">
              <w:t>Core Units</w:t>
            </w:r>
          </w:p>
          <w:p w14:paraId="47764080" w14:textId="77777777" w:rsidR="0048444E" w:rsidRDefault="0048444E" w:rsidP="0048444E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FA2373F" w14:textId="77777777" w:rsidR="0048444E" w:rsidRPr="0048444E" w:rsidRDefault="0048444E" w:rsidP="00484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5400"/>
            </w:tblGrid>
            <w:tr w:rsidR="00D179AB" w:rsidRPr="005C7EA8" w14:paraId="709D71E4" w14:textId="77777777" w:rsidTr="00FE3996">
              <w:tc>
                <w:tcPr>
                  <w:tcW w:w="2042" w:type="dxa"/>
                </w:tcPr>
                <w:p w14:paraId="131726A4" w14:textId="1767EAA2" w:rsidR="00D179AB" w:rsidRPr="006F6413" w:rsidRDefault="00D179AB" w:rsidP="00D179AB">
                  <w:pPr>
                    <w:pStyle w:val="SIText"/>
                  </w:pPr>
                  <w:r w:rsidRPr="006F6413">
                    <w:rPr>
                      <w:rStyle w:val="TemporarytextChar"/>
                      <w:color w:val="auto"/>
                    </w:rPr>
                    <w:t>BSBSMB303</w:t>
                  </w:r>
                </w:p>
              </w:tc>
              <w:tc>
                <w:tcPr>
                  <w:tcW w:w="5400" w:type="dxa"/>
                </w:tcPr>
                <w:p w14:paraId="7A322409" w14:textId="08A100D4" w:rsidR="00D179AB" w:rsidRPr="006F6413" w:rsidRDefault="00D179AB" w:rsidP="00D179AB">
                  <w:pPr>
                    <w:pStyle w:val="SIText"/>
                  </w:pPr>
                  <w:r w:rsidRPr="006F6413">
                    <w:rPr>
                      <w:rStyle w:val="TemporarytextChar"/>
                      <w:color w:val="auto"/>
                    </w:rPr>
                    <w:t>Organise finances for the micro business</w:t>
                  </w:r>
                </w:p>
              </w:tc>
            </w:tr>
            <w:tr w:rsidR="00D179AB" w:rsidRPr="005C7EA8" w14:paraId="60C2ED3B" w14:textId="77777777" w:rsidTr="00FE3996">
              <w:tc>
                <w:tcPr>
                  <w:tcW w:w="2042" w:type="dxa"/>
                </w:tcPr>
                <w:p w14:paraId="75929567" w14:textId="32F0A6C9" w:rsidR="00D179AB" w:rsidRPr="006F6413" w:rsidRDefault="00D179AB" w:rsidP="00D179AB">
                  <w:pPr>
                    <w:pStyle w:val="SIText"/>
                    <w:rPr>
                      <w:rStyle w:val="TemporarytextChar"/>
                      <w:color w:val="auto"/>
                    </w:rPr>
                  </w:pPr>
                  <w:r w:rsidRPr="006F6413">
                    <w:rPr>
                      <w:rStyle w:val="TemporarytextChar"/>
                      <w:color w:val="auto"/>
                    </w:rPr>
                    <w:t>BSBSMB305</w:t>
                  </w:r>
                </w:p>
              </w:tc>
              <w:tc>
                <w:tcPr>
                  <w:tcW w:w="5400" w:type="dxa"/>
                </w:tcPr>
                <w:p w14:paraId="137A956B" w14:textId="553B41D6" w:rsidR="00D179AB" w:rsidRPr="006F6413" w:rsidRDefault="00D179AB" w:rsidP="00D179AB">
                  <w:pPr>
                    <w:pStyle w:val="SIText"/>
                    <w:rPr>
                      <w:rStyle w:val="TemporarytextChar"/>
                      <w:color w:val="auto"/>
                    </w:rPr>
                  </w:pPr>
                  <w:r w:rsidRPr="006F6413">
                    <w:rPr>
                      <w:rStyle w:val="TemporarytextChar"/>
                      <w:color w:val="auto"/>
                    </w:rPr>
                    <w:t>Comply with regulatory, taxation and insurance requirements for micro business</w:t>
                  </w:r>
                </w:p>
              </w:tc>
            </w:tr>
            <w:tr w:rsidR="00CA6335" w:rsidRPr="005C7EA8" w14:paraId="3A81190B" w14:textId="77777777" w:rsidTr="00FE3996">
              <w:tc>
                <w:tcPr>
                  <w:tcW w:w="2042" w:type="dxa"/>
                  <w:vAlign w:val="center"/>
                </w:tcPr>
                <w:p w14:paraId="1594C5CF" w14:textId="0527777C" w:rsidR="00CA6335" w:rsidRPr="006F6413" w:rsidRDefault="00CA6335" w:rsidP="00CA6335">
                  <w:pPr>
                    <w:pStyle w:val="SIText"/>
                  </w:pPr>
                  <w:r w:rsidRPr="006F6413">
                    <w:t>BSBWHS4</w:t>
                  </w:r>
                  <w:r>
                    <w:t>01</w:t>
                  </w:r>
                </w:p>
              </w:tc>
              <w:tc>
                <w:tcPr>
                  <w:tcW w:w="5400" w:type="dxa"/>
                  <w:vAlign w:val="center"/>
                </w:tcPr>
                <w:p w14:paraId="07754FBF" w14:textId="4A179121" w:rsidR="00CA6335" w:rsidRPr="006F6413" w:rsidRDefault="00CA6335" w:rsidP="00CA6335">
                  <w:pPr>
                    <w:pStyle w:val="SIText"/>
                  </w:pPr>
                  <w:r>
                    <w:t xml:space="preserve">Implement and monitor WHS policies, procedures and programs to meet legislative requirements </w:t>
                  </w:r>
                </w:p>
              </w:tc>
            </w:tr>
            <w:tr w:rsidR="00CA6335" w:rsidRPr="005C7EA8" w14:paraId="77528AF1" w14:textId="77777777" w:rsidTr="00FE3996">
              <w:tc>
                <w:tcPr>
                  <w:tcW w:w="2042" w:type="dxa"/>
                </w:tcPr>
                <w:p w14:paraId="03FD12EA" w14:textId="14403192" w:rsidR="00CA6335" w:rsidRPr="006F6413" w:rsidRDefault="00CA6335" w:rsidP="00CA6335">
                  <w:pPr>
                    <w:pStyle w:val="SIText"/>
                  </w:pPr>
                  <w:r w:rsidRPr="00AB0C3E">
                    <w:t>RGRCMN402</w:t>
                  </w:r>
                </w:p>
              </w:tc>
              <w:tc>
                <w:tcPr>
                  <w:tcW w:w="5400" w:type="dxa"/>
                </w:tcPr>
                <w:p w14:paraId="1ECB463E" w14:textId="7DBA6B67" w:rsidR="00CA6335" w:rsidRPr="006F6413" w:rsidRDefault="00CA6335" w:rsidP="00CA6335">
                  <w:pPr>
                    <w:pStyle w:val="SIText"/>
                  </w:pPr>
                  <w:r w:rsidRPr="00AB0C3E">
                    <w:t>Participate in media interviews for racing</w:t>
                  </w:r>
                </w:p>
              </w:tc>
            </w:tr>
            <w:tr w:rsidR="00CA6335" w:rsidRPr="005C7EA8" w14:paraId="3564BFD5" w14:textId="77777777" w:rsidTr="00FE3996">
              <w:tc>
                <w:tcPr>
                  <w:tcW w:w="2042" w:type="dxa"/>
                  <w:vAlign w:val="center"/>
                </w:tcPr>
                <w:p w14:paraId="2020F40C" w14:textId="0E626200" w:rsidR="00CA6335" w:rsidRPr="006F6413" w:rsidRDefault="00CA6335" w:rsidP="00CA6335">
                  <w:pPr>
                    <w:pStyle w:val="SIText"/>
                  </w:pPr>
                  <w:r w:rsidRPr="006F6413">
                    <w:t>RGRPSG207</w:t>
                  </w:r>
                </w:p>
              </w:tc>
              <w:tc>
                <w:tcPr>
                  <w:tcW w:w="5400" w:type="dxa"/>
                  <w:vAlign w:val="center"/>
                </w:tcPr>
                <w:p w14:paraId="2B3F45C7" w14:textId="18700806" w:rsidR="00CA6335" w:rsidRPr="006F6413" w:rsidRDefault="00CA6335" w:rsidP="00CA6335">
                  <w:pPr>
                    <w:pStyle w:val="SIText"/>
                  </w:pPr>
                  <w:r w:rsidRPr="006F6413">
                    <w:t xml:space="preserve">Demonstrate greyhound racing industry ethics and integrity </w:t>
                  </w:r>
                </w:p>
              </w:tc>
            </w:tr>
            <w:tr w:rsidR="00CA6335" w:rsidRPr="005C7EA8" w14:paraId="271C69D4" w14:textId="77777777" w:rsidTr="00CA6335">
              <w:tc>
                <w:tcPr>
                  <w:tcW w:w="2042" w:type="dxa"/>
                </w:tcPr>
                <w:p w14:paraId="7DF1C1DB" w14:textId="58341E67" w:rsidR="00CA6335" w:rsidRPr="006F6413" w:rsidRDefault="00CA6335" w:rsidP="00CA6335">
                  <w:pPr>
                    <w:pStyle w:val="SIText"/>
                  </w:pPr>
                  <w:r w:rsidRPr="006F6413">
                    <w:t>RGRPSG302</w:t>
                  </w:r>
                </w:p>
              </w:tc>
              <w:tc>
                <w:tcPr>
                  <w:tcW w:w="5400" w:type="dxa"/>
                </w:tcPr>
                <w:p w14:paraId="3EA6FBF3" w14:textId="627F2B5C" w:rsidR="00CA6335" w:rsidRPr="006F6413" w:rsidRDefault="00CA6335" w:rsidP="00CA6335">
                  <w:pPr>
                    <w:pStyle w:val="SIText"/>
                  </w:pPr>
                  <w:r w:rsidRPr="006F6413">
                    <w:t>Assess health and provide first aid for greyhounds</w:t>
                  </w:r>
                </w:p>
              </w:tc>
            </w:tr>
            <w:tr w:rsidR="00CA6335" w:rsidRPr="005C7EA8" w14:paraId="4EDF12B1" w14:textId="77777777" w:rsidTr="006E0DB6">
              <w:tc>
                <w:tcPr>
                  <w:tcW w:w="2042" w:type="dxa"/>
                </w:tcPr>
                <w:p w14:paraId="101E13F3" w14:textId="3A7D0C75" w:rsidR="00CA6335" w:rsidRPr="006F6413" w:rsidRDefault="00CA6335" w:rsidP="00CA6335">
                  <w:pPr>
                    <w:pStyle w:val="SIText"/>
                  </w:pPr>
                  <w:r w:rsidRPr="006F6413">
                    <w:t>RGRPSG303</w:t>
                  </w:r>
                </w:p>
              </w:tc>
              <w:tc>
                <w:tcPr>
                  <w:tcW w:w="5400" w:type="dxa"/>
                </w:tcPr>
                <w:p w14:paraId="6CF0043A" w14:textId="6A53A5D7" w:rsidR="00CA6335" w:rsidRPr="006F6413" w:rsidRDefault="00CA6335" w:rsidP="00CA6335">
                  <w:pPr>
                    <w:pStyle w:val="SIText"/>
                  </w:pPr>
                  <w:r w:rsidRPr="006F6413">
                    <w:t>Determine nutritional requirements for racing greyhounds</w:t>
                  </w:r>
                </w:p>
              </w:tc>
            </w:tr>
            <w:tr w:rsidR="00CA6335" w:rsidRPr="006F6413" w14:paraId="32263BB7" w14:textId="77777777" w:rsidTr="00FE3996">
              <w:tc>
                <w:tcPr>
                  <w:tcW w:w="2042" w:type="dxa"/>
                </w:tcPr>
                <w:p w14:paraId="2F9F4112" w14:textId="77777777" w:rsidR="00CA6335" w:rsidRPr="006F6413" w:rsidRDefault="00CA6335" w:rsidP="00CA6335">
                  <w:pPr>
                    <w:pStyle w:val="SIText"/>
                  </w:pPr>
                  <w:r w:rsidRPr="006F6413">
                    <w:t>RGRPSG304</w:t>
                  </w:r>
                </w:p>
              </w:tc>
              <w:tc>
                <w:tcPr>
                  <w:tcW w:w="5400" w:type="dxa"/>
                </w:tcPr>
                <w:p w14:paraId="0B901946" w14:textId="77777777" w:rsidR="00CA6335" w:rsidRPr="006F6413" w:rsidRDefault="00CA6335" w:rsidP="00CA6335">
                  <w:pPr>
                    <w:pStyle w:val="SIText"/>
                  </w:pPr>
                  <w:r w:rsidRPr="006F6413">
                    <w:t>Participate in greyhound inquiries and appeals</w:t>
                  </w:r>
                </w:p>
              </w:tc>
            </w:tr>
            <w:tr w:rsidR="00CA6335" w:rsidRPr="005C7EA8" w14:paraId="5EFEC5C7" w14:textId="77777777" w:rsidTr="00FE3996">
              <w:tc>
                <w:tcPr>
                  <w:tcW w:w="2042" w:type="dxa"/>
                </w:tcPr>
                <w:p w14:paraId="356CE1EE" w14:textId="64E5B6DD" w:rsidR="00CA6335" w:rsidRPr="006F6413" w:rsidRDefault="00CA6335" w:rsidP="00CA6335">
                  <w:pPr>
                    <w:pStyle w:val="SIText"/>
                  </w:pPr>
                  <w:r w:rsidRPr="006F6413">
                    <w:t>RGRPSG310*</w:t>
                  </w:r>
                </w:p>
              </w:tc>
              <w:tc>
                <w:tcPr>
                  <w:tcW w:w="5400" w:type="dxa"/>
                </w:tcPr>
                <w:p w14:paraId="2D242727" w14:textId="26E61CA5" w:rsidR="00CA6335" w:rsidRPr="006F6413" w:rsidRDefault="00CA6335" w:rsidP="00CA6335">
                  <w:pPr>
                    <w:pStyle w:val="SIText"/>
                  </w:pPr>
                  <w:r w:rsidRPr="006F6413">
                    <w:rPr>
                      <w:rStyle w:val="TemporarytextChar"/>
                      <w:color w:val="auto"/>
                    </w:rPr>
                    <w:t>Trial and race greyhounds</w:t>
                  </w:r>
                  <w:r w:rsidRPr="006F6413">
                    <w:t xml:space="preserve"> </w:t>
                  </w:r>
                </w:p>
              </w:tc>
            </w:tr>
            <w:tr w:rsidR="00CA6335" w:rsidRPr="005C7EA8" w14:paraId="30BDE068" w14:textId="77777777" w:rsidTr="00FE3996">
              <w:tc>
                <w:tcPr>
                  <w:tcW w:w="2042" w:type="dxa"/>
                </w:tcPr>
                <w:p w14:paraId="7A372D03" w14:textId="4C9D2773" w:rsidR="00CA6335" w:rsidRPr="009515DF" w:rsidRDefault="00CA6335" w:rsidP="00CA6335">
                  <w:pPr>
                    <w:pStyle w:val="SIText"/>
                  </w:pPr>
                  <w:r w:rsidRPr="009515DF">
                    <w:t>RGRPSG401</w:t>
                  </w:r>
                </w:p>
              </w:tc>
              <w:tc>
                <w:tcPr>
                  <w:tcW w:w="5400" w:type="dxa"/>
                </w:tcPr>
                <w:p w14:paraId="31C6BFEE" w14:textId="43FF57B2" w:rsidR="00CA6335" w:rsidRPr="009515DF" w:rsidRDefault="00CA6335" w:rsidP="00CA6335">
                  <w:pPr>
                    <w:pStyle w:val="SIText"/>
                    <w:rPr>
                      <w:rStyle w:val="TemporarytextChar"/>
                      <w:color w:val="auto"/>
                    </w:rPr>
                  </w:pPr>
                  <w:r w:rsidRPr="009515DF">
                    <w:t>Relate anatomical and physiological features to the care and treatment of greyhounds</w:t>
                  </w:r>
                </w:p>
              </w:tc>
            </w:tr>
            <w:tr w:rsidR="00CA6335" w:rsidRPr="005C7EA8" w14:paraId="3991CD91" w14:textId="77777777" w:rsidTr="00FE3996">
              <w:tc>
                <w:tcPr>
                  <w:tcW w:w="2042" w:type="dxa"/>
                </w:tcPr>
                <w:p w14:paraId="6AE6DC69" w14:textId="13BF6010" w:rsidR="00CA6335" w:rsidRPr="009515DF" w:rsidRDefault="00CA6335" w:rsidP="00CA6335">
                  <w:pPr>
                    <w:pStyle w:val="SIText"/>
                    <w:rPr>
                      <w:rStyle w:val="TemporarytextChar"/>
                      <w:color w:val="auto"/>
                    </w:rPr>
                  </w:pPr>
                  <w:r w:rsidRPr="009515DF">
                    <w:lastRenderedPageBreak/>
                    <w:t>RGRTRK402</w:t>
                  </w:r>
                </w:p>
              </w:tc>
              <w:tc>
                <w:tcPr>
                  <w:tcW w:w="5400" w:type="dxa"/>
                </w:tcPr>
                <w:p w14:paraId="35A29744" w14:textId="2FD509A0" w:rsidR="00CA6335" w:rsidRPr="009515DF" w:rsidRDefault="00CA6335" w:rsidP="00CA6335">
                  <w:pPr>
                    <w:pStyle w:val="SIText"/>
                    <w:rPr>
                      <w:rStyle w:val="TemporarytextChar"/>
                      <w:color w:val="auto"/>
                    </w:rPr>
                  </w:pPr>
                  <w:r w:rsidRPr="009515DF">
                    <w:t>Relate animal welfare to track and environmental conditions</w:t>
                  </w:r>
                </w:p>
              </w:tc>
            </w:tr>
          </w:tbl>
          <w:p w14:paraId="696657CB" w14:textId="46474BFC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2"/>
              <w:gridCol w:w="5220"/>
            </w:tblGrid>
            <w:tr w:rsidR="00CA6335" w:rsidRPr="005C7EA8" w14:paraId="05154FAB" w14:textId="77777777" w:rsidTr="00EC682E">
              <w:tc>
                <w:tcPr>
                  <w:tcW w:w="2222" w:type="dxa"/>
                </w:tcPr>
                <w:p w14:paraId="6C87EB0C" w14:textId="70138856" w:rsidR="00CA6335" w:rsidRPr="00AB0C3E" w:rsidRDefault="00CA6335" w:rsidP="00CA6335">
                  <w:pPr>
                    <w:pStyle w:val="SIText"/>
                  </w:pPr>
                  <w:r w:rsidRPr="00AB0C3E">
                    <w:t>BSBSMB403</w:t>
                  </w:r>
                </w:p>
              </w:tc>
              <w:tc>
                <w:tcPr>
                  <w:tcW w:w="5220" w:type="dxa"/>
                </w:tcPr>
                <w:p w14:paraId="3551256B" w14:textId="3862350B" w:rsidR="00CA6335" w:rsidRPr="00AB0C3E" w:rsidRDefault="00CA6335" w:rsidP="00CA6335">
                  <w:pPr>
                    <w:pStyle w:val="SIText"/>
                  </w:pPr>
                  <w:r w:rsidRPr="00AB0C3E">
                    <w:t>Market the small business</w:t>
                  </w:r>
                </w:p>
              </w:tc>
            </w:tr>
            <w:tr w:rsidR="00852285" w:rsidRPr="005C7EA8" w14:paraId="669DCB2B" w14:textId="77777777" w:rsidTr="00EC682E">
              <w:tc>
                <w:tcPr>
                  <w:tcW w:w="2222" w:type="dxa"/>
                </w:tcPr>
                <w:p w14:paraId="0752958E" w14:textId="166FE300" w:rsidR="00852285" w:rsidRPr="00AB0C3E" w:rsidRDefault="00852285" w:rsidP="00852285">
                  <w:pPr>
                    <w:pStyle w:val="SIText"/>
                  </w:pPr>
                  <w:r w:rsidRPr="00DD48DC">
                    <w:t xml:space="preserve">BSBSMB405 </w:t>
                  </w:r>
                </w:p>
              </w:tc>
              <w:tc>
                <w:tcPr>
                  <w:tcW w:w="5220" w:type="dxa"/>
                </w:tcPr>
                <w:p w14:paraId="06402A27" w14:textId="5D642800" w:rsidR="00852285" w:rsidRPr="00AB0C3E" w:rsidRDefault="00852285" w:rsidP="00852285">
                  <w:pPr>
                    <w:pStyle w:val="SIText"/>
                  </w:pPr>
                  <w:r w:rsidRPr="00DD48DC">
                    <w:t xml:space="preserve">Monitor and manage small business operations </w:t>
                  </w:r>
                </w:p>
              </w:tc>
            </w:tr>
            <w:tr w:rsidR="00CA6335" w:rsidRPr="005C7EA8" w14:paraId="11B5FFA1" w14:textId="77777777" w:rsidTr="00EC682E">
              <w:tc>
                <w:tcPr>
                  <w:tcW w:w="2222" w:type="dxa"/>
                </w:tcPr>
                <w:p w14:paraId="6DE72334" w14:textId="53B69832" w:rsidR="00CA6335" w:rsidRPr="00AB0C3E" w:rsidRDefault="00CA6335" w:rsidP="00CA6335">
                  <w:pPr>
                    <w:pStyle w:val="SIText"/>
                  </w:pPr>
                  <w:r w:rsidRPr="006F6413">
                    <w:t>BSBSMB407</w:t>
                  </w:r>
                </w:p>
              </w:tc>
              <w:tc>
                <w:tcPr>
                  <w:tcW w:w="5220" w:type="dxa"/>
                </w:tcPr>
                <w:p w14:paraId="573E725B" w14:textId="1EF993C0" w:rsidR="00CA6335" w:rsidRPr="00AB0C3E" w:rsidRDefault="00CA6335" w:rsidP="00CA6335">
                  <w:pPr>
                    <w:pStyle w:val="SIText"/>
                  </w:pPr>
                  <w:r w:rsidRPr="006F6413">
                    <w:t>Manage a small team</w:t>
                  </w:r>
                </w:p>
              </w:tc>
            </w:tr>
            <w:tr w:rsidR="00CA6335" w:rsidRPr="005C7EA8" w14:paraId="535E87A0" w14:textId="77777777" w:rsidTr="00EC682E">
              <w:tc>
                <w:tcPr>
                  <w:tcW w:w="2222" w:type="dxa"/>
                </w:tcPr>
                <w:p w14:paraId="077BA121" w14:textId="4411B04D" w:rsidR="00CA6335" w:rsidRPr="002D3E9B" w:rsidRDefault="00CA6335" w:rsidP="00CA6335">
                  <w:pPr>
                    <w:pStyle w:val="SIText"/>
                  </w:pPr>
                  <w:r w:rsidRPr="00AB0C3E">
                    <w:t>BSBSUS501</w:t>
                  </w:r>
                </w:p>
              </w:tc>
              <w:tc>
                <w:tcPr>
                  <w:tcW w:w="5220" w:type="dxa"/>
                </w:tcPr>
                <w:p w14:paraId="2CE11E92" w14:textId="75A545A6" w:rsidR="00CA6335" w:rsidRPr="002D3E9B" w:rsidRDefault="00CA6335" w:rsidP="00CA6335">
                  <w:pPr>
                    <w:pStyle w:val="SIText"/>
                  </w:pPr>
                  <w:r w:rsidRPr="00AB0C3E">
                    <w:t>Develop workplace policies and procedures for sustainability</w:t>
                  </w:r>
                </w:p>
              </w:tc>
            </w:tr>
            <w:tr w:rsidR="00CA6335" w:rsidRPr="005C7EA8" w14:paraId="3734FF60" w14:textId="77777777" w:rsidTr="00EC682E">
              <w:tc>
                <w:tcPr>
                  <w:tcW w:w="2222" w:type="dxa"/>
                </w:tcPr>
                <w:p w14:paraId="2B5C51A7" w14:textId="40B800B4" w:rsidR="00CA6335" w:rsidRPr="00A441E9" w:rsidRDefault="00CA6335" w:rsidP="00CA6335">
                  <w:pPr>
                    <w:pStyle w:val="SIText"/>
                  </w:pPr>
                  <w:r>
                    <w:t xml:space="preserve">HLTAID003 </w:t>
                  </w:r>
                </w:p>
              </w:tc>
              <w:tc>
                <w:tcPr>
                  <w:tcW w:w="5220" w:type="dxa"/>
                </w:tcPr>
                <w:p w14:paraId="0FB53EC0" w14:textId="2D0D0D27" w:rsidR="00CA6335" w:rsidRPr="00CF550B" w:rsidRDefault="00CA6335" w:rsidP="00CA6335">
                  <w:pPr>
                    <w:pStyle w:val="SIText"/>
                    <w:rPr>
                      <w:lang w:eastAsia="en-AU"/>
                    </w:rPr>
                  </w:pPr>
                  <w:r>
                    <w:t>Provide first aid</w:t>
                  </w:r>
                </w:p>
              </w:tc>
            </w:tr>
            <w:tr w:rsidR="00CA6335" w:rsidRPr="005C7EA8" w14:paraId="48FE5820" w14:textId="77777777" w:rsidTr="00EC682E">
              <w:tc>
                <w:tcPr>
                  <w:tcW w:w="2222" w:type="dxa"/>
                </w:tcPr>
                <w:p w14:paraId="7A928C02" w14:textId="45D369E3" w:rsidR="00CA6335" w:rsidRDefault="00CA6335" w:rsidP="00CA6335">
                  <w:pPr>
                    <w:pStyle w:val="SIText"/>
                  </w:pPr>
                  <w:r>
                    <w:t>PSPGEN032</w:t>
                  </w:r>
                </w:p>
              </w:tc>
              <w:tc>
                <w:tcPr>
                  <w:tcW w:w="5220" w:type="dxa"/>
                </w:tcPr>
                <w:p w14:paraId="63121D63" w14:textId="5A92076C" w:rsidR="00CA6335" w:rsidRPr="00AB0C3E" w:rsidRDefault="00CA6335" w:rsidP="00CA6335">
                  <w:pPr>
                    <w:pStyle w:val="SIText"/>
                  </w:pPr>
                  <w:r w:rsidRPr="00AB0C3E">
                    <w:t>Deal with conflict</w:t>
                  </w:r>
                </w:p>
              </w:tc>
            </w:tr>
            <w:tr w:rsidR="00CA6335" w:rsidRPr="005C7EA8" w14:paraId="6EF04302" w14:textId="77777777" w:rsidTr="00EC682E">
              <w:tc>
                <w:tcPr>
                  <w:tcW w:w="2222" w:type="dxa"/>
                </w:tcPr>
                <w:p w14:paraId="43B9CC2F" w14:textId="5C1970AE" w:rsidR="00CA6335" w:rsidRPr="002D3E9B" w:rsidRDefault="00CA6335" w:rsidP="00CA6335">
                  <w:pPr>
                    <w:pStyle w:val="SIText"/>
                  </w:pPr>
                  <w:r>
                    <w:t>RGRPSG201</w:t>
                  </w:r>
                </w:p>
              </w:tc>
              <w:tc>
                <w:tcPr>
                  <w:tcW w:w="5220" w:type="dxa"/>
                </w:tcPr>
                <w:p w14:paraId="49DAEE2E" w14:textId="302D7CCC" w:rsidR="00CA6335" w:rsidRPr="002D3E9B" w:rsidRDefault="00CA6335" w:rsidP="00CA6335">
                  <w:pPr>
                    <w:pStyle w:val="SIText"/>
                  </w:pPr>
                  <w:r>
                    <w:t>Handle greyhounds</w:t>
                  </w:r>
                </w:p>
              </w:tc>
            </w:tr>
            <w:tr w:rsidR="00CA6335" w:rsidRPr="005C7EA8" w14:paraId="2FF09053" w14:textId="77777777" w:rsidTr="00EC682E">
              <w:tc>
                <w:tcPr>
                  <w:tcW w:w="2222" w:type="dxa"/>
                </w:tcPr>
                <w:p w14:paraId="2A6E7AF3" w14:textId="07B05A67" w:rsidR="00CA6335" w:rsidRDefault="00CA6335" w:rsidP="00CA6335">
                  <w:pPr>
                    <w:pStyle w:val="SIText"/>
                  </w:pPr>
                  <w:r w:rsidRPr="006F6413">
                    <w:t>RGRPSG3</w:t>
                  </w:r>
                  <w:r>
                    <w:t>01</w:t>
                  </w:r>
                </w:p>
              </w:tc>
              <w:tc>
                <w:tcPr>
                  <w:tcW w:w="5220" w:type="dxa"/>
                </w:tcPr>
                <w:p w14:paraId="6B6F828F" w14:textId="37D5B5D8" w:rsidR="00CA6335" w:rsidRDefault="00CA6335" w:rsidP="00CA6335">
                  <w:pPr>
                    <w:pStyle w:val="SIText"/>
                  </w:pPr>
                  <w:r w:rsidRPr="006F6413">
                    <w:t>Rear greyhounds</w:t>
                  </w:r>
                </w:p>
              </w:tc>
            </w:tr>
            <w:tr w:rsidR="006C2DE2" w:rsidRPr="005C7EA8" w14:paraId="282A9619" w14:textId="77777777" w:rsidTr="006C2DE2">
              <w:tc>
                <w:tcPr>
                  <w:tcW w:w="2222" w:type="dxa"/>
                  <w:vAlign w:val="center"/>
                </w:tcPr>
                <w:p w14:paraId="2FA004AA" w14:textId="1D76AAC3" w:rsidR="006C2DE2" w:rsidRPr="006F6413" w:rsidRDefault="006C2DE2" w:rsidP="006C2DE2">
                  <w:pPr>
                    <w:pStyle w:val="SIText"/>
                  </w:pPr>
                  <w:r w:rsidRPr="00D61688">
                    <w:rPr>
                      <w:rFonts w:cs="Arial"/>
                      <w:szCs w:val="20"/>
                    </w:rPr>
                    <w:t xml:space="preserve">RGRPSG305 </w:t>
                  </w:r>
                </w:p>
              </w:tc>
              <w:tc>
                <w:tcPr>
                  <w:tcW w:w="5220" w:type="dxa"/>
                  <w:vAlign w:val="center"/>
                </w:tcPr>
                <w:p w14:paraId="28DFAE33" w14:textId="498A02BF" w:rsidR="006C2DE2" w:rsidRPr="006F6413" w:rsidRDefault="006C2DE2" w:rsidP="006C2DE2">
                  <w:pPr>
                    <w:pStyle w:val="SIText"/>
                  </w:pPr>
                  <w:r w:rsidRPr="00D61688">
                    <w:rPr>
                      <w:rFonts w:cs="Arial"/>
                      <w:szCs w:val="20"/>
                    </w:rPr>
                    <w:t>Whelp greyhounds</w:t>
                  </w:r>
                </w:p>
              </w:tc>
            </w:tr>
            <w:tr w:rsidR="00CA6335" w:rsidRPr="005C7EA8" w14:paraId="0D6BECD0" w14:textId="77777777" w:rsidTr="00EC682E">
              <w:trPr>
                <w:trHeight w:val="287"/>
              </w:trPr>
              <w:tc>
                <w:tcPr>
                  <w:tcW w:w="2222" w:type="dxa"/>
                </w:tcPr>
                <w:p w14:paraId="0725654A" w14:textId="210CF828" w:rsidR="00CA6335" w:rsidRPr="006F6413" w:rsidRDefault="00CA6335" w:rsidP="00CA6335">
                  <w:pPr>
                    <w:pStyle w:val="SIText"/>
                  </w:pPr>
                  <w:r w:rsidRPr="006F6413">
                    <w:t>RGRPSG306*</w:t>
                  </w:r>
                </w:p>
              </w:tc>
              <w:tc>
                <w:tcPr>
                  <w:tcW w:w="5220" w:type="dxa"/>
                </w:tcPr>
                <w:p w14:paraId="40AB79C9" w14:textId="0998EB94" w:rsidR="00CA6335" w:rsidRPr="006F6413" w:rsidRDefault="00CA6335" w:rsidP="00CA6335">
                  <w:pPr>
                    <w:pStyle w:val="SIText"/>
                  </w:pPr>
                  <w:r w:rsidRPr="006F6413">
                    <w:t>Manage greyhound health and welfare</w:t>
                  </w:r>
                </w:p>
              </w:tc>
            </w:tr>
            <w:tr w:rsidR="00CA6335" w:rsidRPr="005C7EA8" w14:paraId="15CE1341" w14:textId="77777777" w:rsidTr="00EC682E">
              <w:trPr>
                <w:trHeight w:val="287"/>
              </w:trPr>
              <w:tc>
                <w:tcPr>
                  <w:tcW w:w="2222" w:type="dxa"/>
                </w:tcPr>
                <w:p w14:paraId="4B487DC2" w14:textId="273890B6" w:rsidR="00CA6335" w:rsidRPr="006F6413" w:rsidRDefault="00CA6335" w:rsidP="00CA6335">
                  <w:pPr>
                    <w:pStyle w:val="SIText"/>
                  </w:pPr>
                  <w:r w:rsidRPr="00670698">
                    <w:t xml:space="preserve">RGRPSG307* </w:t>
                  </w:r>
                </w:p>
              </w:tc>
              <w:tc>
                <w:tcPr>
                  <w:tcW w:w="5220" w:type="dxa"/>
                </w:tcPr>
                <w:p w14:paraId="370D56F7" w14:textId="4AE0A577" w:rsidR="00CA6335" w:rsidRPr="006F6413" w:rsidRDefault="00CA6335" w:rsidP="00CA6335">
                  <w:pPr>
                    <w:pStyle w:val="SIText"/>
                  </w:pPr>
                  <w:r w:rsidRPr="00670698">
                    <w:t xml:space="preserve">Train and race greyhounds </w:t>
                  </w:r>
                </w:p>
              </w:tc>
            </w:tr>
            <w:tr w:rsidR="006C2DE2" w:rsidRPr="005C7EA8" w14:paraId="68374184" w14:textId="77777777" w:rsidTr="004D202E">
              <w:trPr>
                <w:trHeight w:val="287"/>
              </w:trPr>
              <w:tc>
                <w:tcPr>
                  <w:tcW w:w="2222" w:type="dxa"/>
                  <w:vAlign w:val="center"/>
                </w:tcPr>
                <w:p w14:paraId="119D15E4" w14:textId="2F7C11F1" w:rsidR="006C2DE2" w:rsidRPr="00670698" w:rsidRDefault="00E32605" w:rsidP="006C2DE2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RGRPSG308*</w:t>
                  </w:r>
                </w:p>
              </w:tc>
              <w:tc>
                <w:tcPr>
                  <w:tcW w:w="5220" w:type="dxa"/>
                  <w:vAlign w:val="center"/>
                </w:tcPr>
                <w:p w14:paraId="525D8153" w14:textId="6218C182" w:rsidR="006C2DE2" w:rsidRPr="00670698" w:rsidRDefault="006C2DE2" w:rsidP="006C2DE2">
                  <w:pPr>
                    <w:pStyle w:val="SIText"/>
                  </w:pPr>
                  <w:r w:rsidRPr="00D61688">
                    <w:rPr>
                      <w:rFonts w:cs="Arial"/>
                      <w:szCs w:val="20"/>
                    </w:rPr>
                    <w:t>Coordinate greyhound breeding</w:t>
                  </w:r>
                </w:p>
              </w:tc>
            </w:tr>
            <w:tr w:rsidR="00884851" w:rsidRPr="005C7EA8" w14:paraId="6995BE7E" w14:textId="77777777" w:rsidTr="00EC682E">
              <w:trPr>
                <w:trHeight w:val="287"/>
              </w:trPr>
              <w:tc>
                <w:tcPr>
                  <w:tcW w:w="2222" w:type="dxa"/>
                </w:tcPr>
                <w:p w14:paraId="00354C97" w14:textId="3C1B66F6" w:rsidR="00884851" w:rsidRPr="00884851" w:rsidRDefault="00884851">
                  <w:pPr>
                    <w:pStyle w:val="SIText"/>
                  </w:pPr>
                  <w:r w:rsidRPr="00884851">
                    <w:t>RGRPSG309</w:t>
                  </w:r>
                  <w:r w:rsidR="00E32605">
                    <w:t>*</w:t>
                  </w:r>
                </w:p>
              </w:tc>
              <w:tc>
                <w:tcPr>
                  <w:tcW w:w="5220" w:type="dxa"/>
                </w:tcPr>
                <w:p w14:paraId="17C7DDD4" w14:textId="18221A87" w:rsidR="00884851" w:rsidRPr="00884851" w:rsidRDefault="00884851">
                  <w:pPr>
                    <w:pStyle w:val="SIText"/>
                  </w:pPr>
                  <w:r w:rsidRPr="006C2DE2">
                    <w:rPr>
                      <w:rStyle w:val="TemporarytextChar"/>
                      <w:color w:val="auto"/>
                      <w:lang w:eastAsia="en-US"/>
                    </w:rPr>
                    <w:t>Educate a greyhound</w:t>
                  </w:r>
                </w:p>
              </w:tc>
            </w:tr>
            <w:tr w:rsidR="00CA6335" w:rsidRPr="005C7EA8" w14:paraId="40DFBAAA" w14:textId="77777777" w:rsidTr="00EC682E">
              <w:tc>
                <w:tcPr>
                  <w:tcW w:w="2222" w:type="dxa"/>
                </w:tcPr>
                <w:p w14:paraId="42F4F1E7" w14:textId="2594282B" w:rsidR="00CA6335" w:rsidRPr="00856837" w:rsidRDefault="00CA6335" w:rsidP="00CA6335">
                  <w:pPr>
                    <w:pStyle w:val="SIText"/>
                  </w:pPr>
                  <w:r w:rsidRPr="000A52BF">
                    <w:t xml:space="preserve">SISXEMR002 </w:t>
                  </w:r>
                </w:p>
              </w:tc>
              <w:tc>
                <w:tcPr>
                  <w:tcW w:w="5220" w:type="dxa"/>
                </w:tcPr>
                <w:p w14:paraId="49F115D7" w14:textId="3FD5B317" w:rsidR="00CA6335" w:rsidRPr="00856837" w:rsidRDefault="00CA6335" w:rsidP="00CA6335">
                  <w:pPr>
                    <w:pStyle w:val="SIText"/>
                  </w:pPr>
                  <w:r w:rsidRPr="00AB0C3E">
                    <w:t>Coordinate emergency responses</w:t>
                  </w:r>
                </w:p>
              </w:tc>
            </w:tr>
            <w:tr w:rsidR="00CA6335" w:rsidRPr="005C7EA8" w14:paraId="614FD51E" w14:textId="77777777" w:rsidTr="00EC682E">
              <w:tc>
                <w:tcPr>
                  <w:tcW w:w="2222" w:type="dxa"/>
                  <w:vAlign w:val="center"/>
                </w:tcPr>
                <w:p w14:paraId="3961610A" w14:textId="623E856C" w:rsidR="00CA6335" w:rsidRPr="00856837" w:rsidRDefault="00CA6335" w:rsidP="006C2DE2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5220" w:type="dxa"/>
                  <w:vAlign w:val="center"/>
                </w:tcPr>
                <w:p w14:paraId="67D49472" w14:textId="13917400" w:rsidR="00CA6335" w:rsidRPr="00856837" w:rsidRDefault="00CA6335" w:rsidP="006C2DE2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6C2DE2" w:rsidRPr="005C7EA8" w14:paraId="0EA6E56B" w14:textId="77777777" w:rsidTr="00EC682E">
              <w:tc>
                <w:tcPr>
                  <w:tcW w:w="2222" w:type="dxa"/>
                  <w:vAlign w:val="center"/>
                </w:tcPr>
                <w:p w14:paraId="28AB1646" w14:textId="5955CAEE" w:rsidR="006C2DE2" w:rsidRPr="00981E8E" w:rsidRDefault="006C2DE2" w:rsidP="006C2DE2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5220" w:type="dxa"/>
                  <w:vAlign w:val="center"/>
                </w:tcPr>
                <w:p w14:paraId="4682453C" w14:textId="4F0DA3E8" w:rsidR="006C2DE2" w:rsidRPr="00981E8E" w:rsidRDefault="006C2DE2" w:rsidP="006C2DE2">
                  <w:pPr>
                    <w:pStyle w:val="SIText"/>
                  </w:pPr>
                  <w:r>
                    <w:t xml:space="preserve">Contribute to assessment </w:t>
                  </w:r>
                </w:p>
              </w:tc>
            </w:tr>
            <w:tr w:rsidR="006C2DE2" w:rsidRPr="005C7EA8" w14:paraId="0F379BBA" w14:textId="77777777" w:rsidTr="00EC682E">
              <w:tc>
                <w:tcPr>
                  <w:tcW w:w="2222" w:type="dxa"/>
                  <w:vAlign w:val="center"/>
                </w:tcPr>
                <w:p w14:paraId="0CA79398" w14:textId="6B092F83" w:rsidR="006C2DE2" w:rsidRPr="006C2DE2" w:rsidRDefault="006C2DE2">
                  <w:pPr>
                    <w:pStyle w:val="SIText"/>
                  </w:pPr>
                  <w:r w:rsidRPr="004D202E">
                    <w:t>TAEASS401</w:t>
                  </w:r>
                </w:p>
              </w:tc>
              <w:tc>
                <w:tcPr>
                  <w:tcW w:w="5220" w:type="dxa"/>
                  <w:vAlign w:val="center"/>
                </w:tcPr>
                <w:p w14:paraId="13D5E179" w14:textId="75B074BD" w:rsidR="006C2DE2" w:rsidRPr="006C2DE2" w:rsidRDefault="006C2DE2">
                  <w:pPr>
                    <w:pStyle w:val="SIText"/>
                  </w:pPr>
                  <w:r w:rsidRPr="004D202E">
                    <w:t>Plan assessment activities and processes</w:t>
                  </w:r>
                </w:p>
              </w:tc>
            </w:tr>
            <w:tr w:rsidR="006C2DE2" w:rsidRPr="005C7EA8" w14:paraId="0B52722B" w14:textId="77777777" w:rsidTr="00EC682E">
              <w:tc>
                <w:tcPr>
                  <w:tcW w:w="2222" w:type="dxa"/>
                  <w:vAlign w:val="center"/>
                </w:tcPr>
                <w:p w14:paraId="0B1DA8EA" w14:textId="563C5C5E" w:rsidR="006C2DE2" w:rsidRPr="006C2DE2" w:rsidRDefault="006C2DE2">
                  <w:pPr>
                    <w:pStyle w:val="SIText"/>
                  </w:pPr>
                  <w:r w:rsidRPr="004D202E">
                    <w:t>TAEASS402</w:t>
                  </w:r>
                </w:p>
              </w:tc>
              <w:tc>
                <w:tcPr>
                  <w:tcW w:w="5220" w:type="dxa"/>
                  <w:vAlign w:val="center"/>
                </w:tcPr>
                <w:p w14:paraId="0BE5D614" w14:textId="292D67B1" w:rsidR="006C2DE2" w:rsidRPr="006C2DE2" w:rsidRDefault="006C2DE2">
                  <w:pPr>
                    <w:pStyle w:val="SIText"/>
                  </w:pPr>
                  <w:r w:rsidRPr="004D202E">
                    <w:t>Assess competence</w:t>
                  </w:r>
                </w:p>
              </w:tc>
            </w:tr>
            <w:tr w:rsidR="006C2DE2" w:rsidRPr="005C7EA8" w14:paraId="2158CA26" w14:textId="77777777" w:rsidTr="00EC682E">
              <w:tc>
                <w:tcPr>
                  <w:tcW w:w="2222" w:type="dxa"/>
                  <w:vAlign w:val="center"/>
                </w:tcPr>
                <w:p w14:paraId="1C533E26" w14:textId="4B56E986" w:rsidR="006C2DE2" w:rsidRPr="006C2DE2" w:rsidRDefault="006C2DE2">
                  <w:pPr>
                    <w:pStyle w:val="SIText"/>
                  </w:pPr>
                  <w:r w:rsidRPr="004D202E">
                    <w:t>TAADEL301</w:t>
                  </w:r>
                </w:p>
              </w:tc>
              <w:tc>
                <w:tcPr>
                  <w:tcW w:w="5220" w:type="dxa"/>
                  <w:vAlign w:val="center"/>
                </w:tcPr>
                <w:p w14:paraId="4083F4F2" w14:textId="7391309E" w:rsidR="006C2DE2" w:rsidRPr="006C2DE2" w:rsidRDefault="006C2DE2">
                  <w:pPr>
                    <w:pStyle w:val="SIText"/>
                  </w:pPr>
                  <w:r w:rsidRPr="004D202E">
                    <w:t>Provide work skill instruction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358F7" w14:paraId="7F87B813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49FFD" w14:textId="25B1C98D" w:rsidR="00D358F7" w:rsidRPr="006B7476" w:rsidRDefault="006B7476" w:rsidP="006B7476">
                  <w:pPr>
                    <w:pStyle w:val="SIText"/>
                  </w:pPr>
                  <w:r w:rsidRPr="006B7476">
                    <w:t>RGRPSG306* Manage greyhound health and welfare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D5878" w14:textId="4F2496FD" w:rsidR="00D358F7" w:rsidRPr="00D05FDD" w:rsidRDefault="006B7476" w:rsidP="00D05FDD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CA6335" w14:paraId="26ADCA00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03262" w14:textId="23C88302" w:rsidR="00CA6335" w:rsidRPr="006B7476" w:rsidRDefault="00CA6335" w:rsidP="00CA6335">
                  <w:pPr>
                    <w:pStyle w:val="SIText"/>
                  </w:pPr>
                  <w:r>
                    <w:t xml:space="preserve">RGRPSG307* Train and race greyhounds 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9C4BF" w14:textId="3B8BD0B5" w:rsidR="00CA6335" w:rsidRDefault="00CA6335" w:rsidP="00D05FDD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E32605" w14:paraId="01757BAF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FF254" w14:textId="0D100EFB" w:rsidR="00E32605" w:rsidRDefault="00E32605">
                  <w:pPr>
                    <w:pStyle w:val="SIText"/>
                  </w:pPr>
                  <w:r>
                    <w:t>RGRPSG308* Whelp greyhounds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04E38" w14:textId="502AD855" w:rsidR="00E32605" w:rsidRDefault="00E32605" w:rsidP="00E32605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E32605" w14:paraId="440E6E1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BB725" w14:textId="710C6D26" w:rsidR="00E32605" w:rsidRDefault="00E32605" w:rsidP="00E32605">
                  <w:pPr>
                    <w:pStyle w:val="SIText"/>
                  </w:pPr>
                  <w:r>
                    <w:t>RGRPSG309* Educate a greyhound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DFAE1" w14:textId="30BDEDBD" w:rsidR="00E32605" w:rsidRDefault="00E32605" w:rsidP="00E32605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E32605" w14:paraId="70088B01" w14:textId="77777777" w:rsidTr="00F16605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5296D821" w:rsidR="00E32605" w:rsidRPr="006B7476" w:rsidRDefault="00E32605" w:rsidP="00E32605">
                  <w:pPr>
                    <w:pStyle w:val="SIText"/>
                  </w:pPr>
                  <w:r w:rsidRPr="006B7476">
                    <w:t xml:space="preserve">RGRPSG310* </w:t>
                  </w:r>
                  <w:r w:rsidRPr="006B7476">
                    <w:rPr>
                      <w:rStyle w:val="TemporarytextChar"/>
                      <w:color w:val="auto"/>
                      <w:lang w:eastAsia="en-US"/>
                    </w:rPr>
                    <w:t>Trial and race greyhounds</w:t>
                  </w:r>
                  <w:r w:rsidRPr="006B7476">
                    <w:t xml:space="preserve"> 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C0855" w14:textId="16B55565" w:rsidR="00E32605" w:rsidRPr="00D30BC5" w:rsidRDefault="00E32605" w:rsidP="00E32605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63086FCA" w:rsidR="00D05FDD" w:rsidRPr="00923720" w:rsidRDefault="00D05FDD" w:rsidP="006B7476">
                  <w:pPr>
                    <w:pStyle w:val="SIText"/>
                  </w:pPr>
                  <w:r>
                    <w:t>RGR4</w:t>
                  </w:r>
                  <w:r w:rsidR="006B7476">
                    <w:t>04</w:t>
                  </w:r>
                  <w:r>
                    <w:t>18 Certificate IV in Racing (</w:t>
                  </w:r>
                  <w:r w:rsidR="006B7476">
                    <w:t>Greyhound</w:t>
                  </w:r>
                  <w:r>
                    <w:t xml:space="preserve"> Trainer)</w:t>
                  </w:r>
                </w:p>
              </w:tc>
              <w:tc>
                <w:tcPr>
                  <w:tcW w:w="1105" w:type="pct"/>
                </w:tcPr>
                <w:p w14:paraId="67579843" w14:textId="2EC3312C" w:rsidR="00D05FDD" w:rsidRPr="00BC49BB" w:rsidRDefault="00D05FDD" w:rsidP="006B7476">
                  <w:pPr>
                    <w:pStyle w:val="SIText"/>
                  </w:pPr>
                  <w:r>
                    <w:t>RGR40</w:t>
                  </w:r>
                  <w:r w:rsidR="006B7476">
                    <w:t>4</w:t>
                  </w:r>
                  <w:r>
                    <w:t>08 Certificate IV in Racing (</w:t>
                  </w:r>
                  <w:r w:rsidR="006B7476">
                    <w:t>Greyhound</w:t>
                  </w:r>
                  <w:r>
                    <w:t xml:space="preserve"> Trainer)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Default="00D05FDD" w:rsidP="004D202E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73796C6D" w:rsidR="00D05FDD" w:rsidRPr="00BC49BB" w:rsidRDefault="006B7476" w:rsidP="004D202E">
                  <w:pPr>
                    <w:pStyle w:val="SI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52A36095" w14:textId="77777777" w:rsidR="00D05FDD" w:rsidRPr="006B7476" w:rsidRDefault="00D05FDD" w:rsidP="004D202E">
                  <w:pPr>
                    <w:pStyle w:val="SIText"/>
                  </w:pPr>
                  <w:r w:rsidRPr="006B7476">
                    <w:t>No equivalent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7FD4E" w14:textId="77777777" w:rsidR="00D637B8" w:rsidRDefault="00D637B8" w:rsidP="00BF3F0A">
      <w:r>
        <w:separator/>
      </w:r>
    </w:p>
    <w:p w14:paraId="6D7D7E1D" w14:textId="77777777" w:rsidR="00D637B8" w:rsidRDefault="00D637B8"/>
  </w:endnote>
  <w:endnote w:type="continuationSeparator" w:id="0">
    <w:p w14:paraId="1F17983F" w14:textId="77777777" w:rsidR="00D637B8" w:rsidRDefault="00D637B8" w:rsidP="00BF3F0A">
      <w:r>
        <w:continuationSeparator/>
      </w:r>
    </w:p>
    <w:p w14:paraId="67386115" w14:textId="77777777" w:rsidR="00D637B8" w:rsidRDefault="00D63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D11330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02E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E6159" w14:textId="77777777" w:rsidR="00D637B8" w:rsidRDefault="00D637B8" w:rsidP="00BF3F0A">
      <w:r>
        <w:separator/>
      </w:r>
    </w:p>
    <w:p w14:paraId="05D974F8" w14:textId="77777777" w:rsidR="00D637B8" w:rsidRDefault="00D637B8"/>
  </w:footnote>
  <w:footnote w:type="continuationSeparator" w:id="0">
    <w:p w14:paraId="0F93C50E" w14:textId="77777777" w:rsidR="00D637B8" w:rsidRDefault="00D637B8" w:rsidP="00BF3F0A">
      <w:r>
        <w:continuationSeparator/>
      </w:r>
    </w:p>
    <w:p w14:paraId="32FB528D" w14:textId="77777777" w:rsidR="00D637B8" w:rsidRDefault="00D637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6689E5D8" w:rsidR="00ED07E5" w:rsidRPr="00091159" w:rsidRDefault="00561D95" w:rsidP="00ED07E5">
    <w:pPr>
      <w:pStyle w:val="Header"/>
    </w:pPr>
    <w:r>
      <w:t>RGR404</w:t>
    </w:r>
    <w:r w:rsidR="00ED07E5">
      <w:t>1</w:t>
    </w:r>
    <w:r w:rsidR="00ED07E5" w:rsidRPr="00091159">
      <w:t>8</w:t>
    </w:r>
    <w:r w:rsidR="00ED07E5">
      <w:t xml:space="preserve"> </w:t>
    </w:r>
    <w:r w:rsidR="00ED07E5" w:rsidRPr="00EC36FA">
      <w:t>Certificate IV in Racing (</w:t>
    </w:r>
    <w:r>
      <w:t>Greyhound</w:t>
    </w:r>
    <w:r w:rsidR="00ED07E5" w:rsidRPr="00EC36FA">
      <w:t xml:space="preserve">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5D6"/>
    <w:rsid w:val="000643AE"/>
    <w:rsid w:val="00064BFE"/>
    <w:rsid w:val="00070B3E"/>
    <w:rsid w:val="00071F95"/>
    <w:rsid w:val="000737BB"/>
    <w:rsid w:val="00074E47"/>
    <w:rsid w:val="000A5441"/>
    <w:rsid w:val="000B07FB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2F2A92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6538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444E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02E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3BE6"/>
    <w:rsid w:val="00556C4C"/>
    <w:rsid w:val="00557369"/>
    <w:rsid w:val="00561D95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49A1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0697"/>
    <w:rsid w:val="006A2B68"/>
    <w:rsid w:val="006B19B1"/>
    <w:rsid w:val="006B7476"/>
    <w:rsid w:val="006C2DE2"/>
    <w:rsid w:val="006C2F32"/>
    <w:rsid w:val="006C7970"/>
    <w:rsid w:val="006D4448"/>
    <w:rsid w:val="006E25BE"/>
    <w:rsid w:val="006E2C4D"/>
    <w:rsid w:val="006F6413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367"/>
    <w:rsid w:val="00823530"/>
    <w:rsid w:val="00823FF4"/>
    <w:rsid w:val="008306E7"/>
    <w:rsid w:val="00834BC8"/>
    <w:rsid w:val="00837FD6"/>
    <w:rsid w:val="00847B60"/>
    <w:rsid w:val="00850243"/>
    <w:rsid w:val="00852285"/>
    <w:rsid w:val="008545EB"/>
    <w:rsid w:val="00856837"/>
    <w:rsid w:val="00865011"/>
    <w:rsid w:val="00883C6C"/>
    <w:rsid w:val="00884851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15DF"/>
    <w:rsid w:val="00951A0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0B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274A"/>
    <w:rsid w:val="00C87E0C"/>
    <w:rsid w:val="00C96AF3"/>
    <w:rsid w:val="00C97CCC"/>
    <w:rsid w:val="00CA0274"/>
    <w:rsid w:val="00CA303F"/>
    <w:rsid w:val="00CA6335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179AB"/>
    <w:rsid w:val="00D20C57"/>
    <w:rsid w:val="00D25D16"/>
    <w:rsid w:val="00D30BC5"/>
    <w:rsid w:val="00D32124"/>
    <w:rsid w:val="00D358F7"/>
    <w:rsid w:val="00D47D69"/>
    <w:rsid w:val="00D527EF"/>
    <w:rsid w:val="00D54C76"/>
    <w:rsid w:val="00D637B8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2605"/>
    <w:rsid w:val="00E3335A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C682E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93DBE"/>
    <w:rsid w:val="00FE0282"/>
    <w:rsid w:val="00FE124D"/>
    <w:rsid w:val="00FE3996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951A0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A63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EAF59-907A-458A-87D0-60781BFE5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D215C-AAB2-4C7D-B371-0925F95E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171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13</cp:revision>
  <cp:lastPrinted>2017-11-23T10:26:00Z</cp:lastPrinted>
  <dcterms:created xsi:type="dcterms:W3CDTF">2017-10-08T01:33:00Z</dcterms:created>
  <dcterms:modified xsi:type="dcterms:W3CDTF">2017-11-29T05:34:00Z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